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3EB83-ADCF-450D-816B-28F2141E9F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